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D1798B" w14:textId="77777777" w:rsidTr="00F862D6">
        <w:tc>
          <w:tcPr>
            <w:tcW w:w="1020" w:type="dxa"/>
          </w:tcPr>
          <w:p w14:paraId="0BEC8F60" w14:textId="77777777" w:rsidR="00F64786" w:rsidRDefault="00F64786" w:rsidP="0077673A"/>
        </w:tc>
        <w:tc>
          <w:tcPr>
            <w:tcW w:w="2552" w:type="dxa"/>
          </w:tcPr>
          <w:p w14:paraId="0D45090E" w14:textId="77777777" w:rsidR="00F64786" w:rsidRDefault="00F64786" w:rsidP="0077673A"/>
        </w:tc>
        <w:tc>
          <w:tcPr>
            <w:tcW w:w="823" w:type="dxa"/>
          </w:tcPr>
          <w:p w14:paraId="2C7913E3" w14:textId="77777777" w:rsidR="00F64786" w:rsidRDefault="00F64786" w:rsidP="0077673A"/>
        </w:tc>
        <w:tc>
          <w:tcPr>
            <w:tcW w:w="3685" w:type="dxa"/>
          </w:tcPr>
          <w:p w14:paraId="3BFCAEFA" w14:textId="77777777" w:rsidR="00F64786" w:rsidRDefault="00F64786" w:rsidP="0077673A"/>
        </w:tc>
      </w:tr>
      <w:tr w:rsidR="00F862D6" w14:paraId="79968D9B" w14:textId="77777777" w:rsidTr="00596C7E">
        <w:tc>
          <w:tcPr>
            <w:tcW w:w="1020" w:type="dxa"/>
          </w:tcPr>
          <w:p w14:paraId="6A30C9B2" w14:textId="77777777" w:rsidR="00F862D6" w:rsidRPr="00943DA5" w:rsidRDefault="00F862D6" w:rsidP="0077673A">
            <w:pPr>
              <w:rPr>
                <w:highlight w:val="yellow"/>
              </w:rPr>
            </w:pPr>
          </w:p>
        </w:tc>
        <w:tc>
          <w:tcPr>
            <w:tcW w:w="2552" w:type="dxa"/>
          </w:tcPr>
          <w:p w14:paraId="6CB6A9B2" w14:textId="77777777" w:rsidR="00F862D6" w:rsidRPr="00943DA5" w:rsidRDefault="00F862D6" w:rsidP="00764595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699116B" w14:textId="77777777" w:rsidR="00F862D6" w:rsidRDefault="00F862D6" w:rsidP="0077673A"/>
        </w:tc>
        <w:tc>
          <w:tcPr>
            <w:tcW w:w="3685" w:type="dxa"/>
            <w:vMerge w:val="restart"/>
          </w:tcPr>
          <w:p w14:paraId="293E042C" w14:textId="77777777" w:rsidR="00596C7E" w:rsidRDefault="00596C7E" w:rsidP="00596C7E">
            <w:pPr>
              <w:rPr>
                <w:rStyle w:val="Potovnadresa"/>
              </w:rPr>
            </w:pPr>
          </w:p>
          <w:p w14:paraId="4B32DEB4" w14:textId="77777777" w:rsidR="00F862D6" w:rsidRPr="00F862D6" w:rsidRDefault="00943DA5" w:rsidP="00596C7E">
            <w:pPr>
              <w:rPr>
                <w:rStyle w:val="Potovnadresa"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D754E" w14:paraId="430B3BA9" w14:textId="77777777" w:rsidTr="00F862D6">
        <w:tc>
          <w:tcPr>
            <w:tcW w:w="1020" w:type="dxa"/>
          </w:tcPr>
          <w:p w14:paraId="1FC37AEE" w14:textId="77777777" w:rsidR="00FD754E" w:rsidRPr="00FD754E" w:rsidRDefault="00FD754E" w:rsidP="00FD754E">
            <w:r w:rsidRPr="00FD754E">
              <w:t>Naše zn.</w:t>
            </w:r>
          </w:p>
        </w:tc>
        <w:tc>
          <w:tcPr>
            <w:tcW w:w="2552" w:type="dxa"/>
          </w:tcPr>
          <w:p w14:paraId="294FCD9C" w14:textId="2F36B9BF" w:rsidR="00FD754E" w:rsidRPr="00FD754E" w:rsidRDefault="00FD754E" w:rsidP="00FD754E">
            <w:r w:rsidRPr="00FD754E">
              <w:t>5273/2024-SŽ-SSV-Ú3</w:t>
            </w:r>
          </w:p>
        </w:tc>
        <w:tc>
          <w:tcPr>
            <w:tcW w:w="823" w:type="dxa"/>
          </w:tcPr>
          <w:p w14:paraId="758FA8A5" w14:textId="77777777" w:rsidR="00FD754E" w:rsidRDefault="00FD754E" w:rsidP="00FD754E"/>
        </w:tc>
        <w:tc>
          <w:tcPr>
            <w:tcW w:w="3685" w:type="dxa"/>
            <w:vMerge/>
          </w:tcPr>
          <w:p w14:paraId="2345AD04" w14:textId="77777777" w:rsidR="00FD754E" w:rsidRDefault="00FD754E" w:rsidP="00FD754E"/>
        </w:tc>
      </w:tr>
      <w:tr w:rsidR="00FD754E" w14:paraId="5824A536" w14:textId="77777777" w:rsidTr="00F862D6">
        <w:tc>
          <w:tcPr>
            <w:tcW w:w="1020" w:type="dxa"/>
          </w:tcPr>
          <w:p w14:paraId="20FC87A1" w14:textId="77777777" w:rsidR="00FD754E" w:rsidRPr="00FD754E" w:rsidRDefault="00FD754E" w:rsidP="00FD754E">
            <w:r w:rsidRPr="00FD754E">
              <w:t>Listů/příloh</w:t>
            </w:r>
          </w:p>
        </w:tc>
        <w:tc>
          <w:tcPr>
            <w:tcW w:w="2552" w:type="dxa"/>
          </w:tcPr>
          <w:p w14:paraId="12EBFF09" w14:textId="1C4D6AEC" w:rsidR="00FD754E" w:rsidRPr="00FD754E" w:rsidRDefault="00FD754E" w:rsidP="00FD754E">
            <w:r w:rsidRPr="00FD754E">
              <w:t>1/0</w:t>
            </w:r>
          </w:p>
        </w:tc>
        <w:tc>
          <w:tcPr>
            <w:tcW w:w="823" w:type="dxa"/>
          </w:tcPr>
          <w:p w14:paraId="02A3C40E" w14:textId="77777777" w:rsidR="00FD754E" w:rsidRDefault="00FD754E" w:rsidP="00FD754E"/>
        </w:tc>
        <w:tc>
          <w:tcPr>
            <w:tcW w:w="3685" w:type="dxa"/>
            <w:vMerge/>
          </w:tcPr>
          <w:p w14:paraId="5FA50102" w14:textId="77777777" w:rsidR="00FD754E" w:rsidRDefault="00FD754E" w:rsidP="00FD754E">
            <w:pPr>
              <w:rPr>
                <w:noProof/>
              </w:rPr>
            </w:pPr>
          </w:p>
        </w:tc>
      </w:tr>
      <w:tr w:rsidR="00FD754E" w14:paraId="7393DD83" w14:textId="77777777" w:rsidTr="00B23CA3">
        <w:trPr>
          <w:trHeight w:val="77"/>
        </w:trPr>
        <w:tc>
          <w:tcPr>
            <w:tcW w:w="1020" w:type="dxa"/>
          </w:tcPr>
          <w:p w14:paraId="10E2E049" w14:textId="77777777" w:rsidR="00FD754E" w:rsidRDefault="00FD754E" w:rsidP="00FD754E"/>
        </w:tc>
        <w:tc>
          <w:tcPr>
            <w:tcW w:w="2552" w:type="dxa"/>
          </w:tcPr>
          <w:p w14:paraId="6AC317ED" w14:textId="77777777" w:rsidR="00FD754E" w:rsidRPr="003E6B9A" w:rsidRDefault="00FD754E" w:rsidP="00FD754E"/>
        </w:tc>
        <w:tc>
          <w:tcPr>
            <w:tcW w:w="823" w:type="dxa"/>
          </w:tcPr>
          <w:p w14:paraId="5979BCE8" w14:textId="77777777" w:rsidR="00FD754E" w:rsidRDefault="00FD754E" w:rsidP="00FD754E"/>
        </w:tc>
        <w:tc>
          <w:tcPr>
            <w:tcW w:w="3685" w:type="dxa"/>
            <w:vMerge/>
          </w:tcPr>
          <w:p w14:paraId="2E50FA02" w14:textId="77777777" w:rsidR="00FD754E" w:rsidRDefault="00FD754E" w:rsidP="00FD754E"/>
        </w:tc>
      </w:tr>
      <w:tr w:rsidR="00FD754E" w14:paraId="36898639" w14:textId="77777777" w:rsidTr="00F862D6">
        <w:tc>
          <w:tcPr>
            <w:tcW w:w="1020" w:type="dxa"/>
          </w:tcPr>
          <w:p w14:paraId="0AA5F30A" w14:textId="77777777" w:rsidR="00FD754E" w:rsidRDefault="00FD754E" w:rsidP="00FD754E">
            <w:r>
              <w:t>Vyřizuje</w:t>
            </w:r>
          </w:p>
        </w:tc>
        <w:tc>
          <w:tcPr>
            <w:tcW w:w="2552" w:type="dxa"/>
          </w:tcPr>
          <w:p w14:paraId="1B697145" w14:textId="17F26410" w:rsidR="00FD754E" w:rsidRPr="003E6B9A" w:rsidRDefault="00FD754E" w:rsidP="00FD754E">
            <w:r w:rsidRPr="00AA6DB0">
              <w:t>Ing. Radomíra Rečková</w:t>
            </w:r>
          </w:p>
        </w:tc>
        <w:tc>
          <w:tcPr>
            <w:tcW w:w="823" w:type="dxa"/>
          </w:tcPr>
          <w:p w14:paraId="372B251B" w14:textId="77777777" w:rsidR="00FD754E" w:rsidRDefault="00FD754E" w:rsidP="00FD754E"/>
        </w:tc>
        <w:tc>
          <w:tcPr>
            <w:tcW w:w="3685" w:type="dxa"/>
            <w:vMerge/>
          </w:tcPr>
          <w:p w14:paraId="0D3B49C3" w14:textId="77777777" w:rsidR="00FD754E" w:rsidRDefault="00FD754E" w:rsidP="00FD754E"/>
        </w:tc>
      </w:tr>
      <w:tr w:rsidR="00FD754E" w14:paraId="475523C3" w14:textId="77777777" w:rsidTr="00F862D6">
        <w:tc>
          <w:tcPr>
            <w:tcW w:w="1020" w:type="dxa"/>
          </w:tcPr>
          <w:p w14:paraId="54EEFE04" w14:textId="77777777" w:rsidR="00FD754E" w:rsidRDefault="00FD754E" w:rsidP="00FD754E"/>
        </w:tc>
        <w:tc>
          <w:tcPr>
            <w:tcW w:w="2552" w:type="dxa"/>
          </w:tcPr>
          <w:p w14:paraId="6F93B9F7" w14:textId="77777777" w:rsidR="00FD754E" w:rsidRPr="003E6B9A" w:rsidRDefault="00FD754E" w:rsidP="00FD754E"/>
        </w:tc>
        <w:tc>
          <w:tcPr>
            <w:tcW w:w="823" w:type="dxa"/>
          </w:tcPr>
          <w:p w14:paraId="115222C2" w14:textId="77777777" w:rsidR="00FD754E" w:rsidRDefault="00FD754E" w:rsidP="00FD754E"/>
        </w:tc>
        <w:tc>
          <w:tcPr>
            <w:tcW w:w="3685" w:type="dxa"/>
            <w:vMerge/>
          </w:tcPr>
          <w:p w14:paraId="170C20DB" w14:textId="77777777" w:rsidR="00FD754E" w:rsidRDefault="00FD754E" w:rsidP="00FD754E"/>
        </w:tc>
      </w:tr>
      <w:tr w:rsidR="00FD754E" w14:paraId="14B56914" w14:textId="77777777" w:rsidTr="00F862D6">
        <w:tc>
          <w:tcPr>
            <w:tcW w:w="1020" w:type="dxa"/>
          </w:tcPr>
          <w:p w14:paraId="2849BE24" w14:textId="77777777" w:rsidR="00FD754E" w:rsidRDefault="00FD754E" w:rsidP="00FD754E">
            <w:r>
              <w:t>Mobil</w:t>
            </w:r>
          </w:p>
        </w:tc>
        <w:tc>
          <w:tcPr>
            <w:tcW w:w="2552" w:type="dxa"/>
          </w:tcPr>
          <w:p w14:paraId="30103DCD" w14:textId="0BDE7101" w:rsidR="00FD754E" w:rsidRPr="003E6B9A" w:rsidRDefault="00FD754E" w:rsidP="00FD754E">
            <w:r w:rsidRPr="00AA6DB0">
              <w:t>+420 725 744 197</w:t>
            </w:r>
          </w:p>
        </w:tc>
        <w:tc>
          <w:tcPr>
            <w:tcW w:w="823" w:type="dxa"/>
          </w:tcPr>
          <w:p w14:paraId="7A1FA953" w14:textId="77777777" w:rsidR="00FD754E" w:rsidRDefault="00FD754E" w:rsidP="00FD754E"/>
        </w:tc>
        <w:tc>
          <w:tcPr>
            <w:tcW w:w="3685" w:type="dxa"/>
            <w:vMerge/>
          </w:tcPr>
          <w:p w14:paraId="2BAFDCC6" w14:textId="77777777" w:rsidR="00FD754E" w:rsidRDefault="00FD754E" w:rsidP="00FD754E"/>
        </w:tc>
      </w:tr>
      <w:tr w:rsidR="00FD754E" w14:paraId="5372A33D" w14:textId="77777777" w:rsidTr="00F862D6">
        <w:tc>
          <w:tcPr>
            <w:tcW w:w="1020" w:type="dxa"/>
          </w:tcPr>
          <w:p w14:paraId="0E8CF33E" w14:textId="77777777" w:rsidR="00FD754E" w:rsidRDefault="00FD754E" w:rsidP="00FD754E">
            <w:r>
              <w:t>E-mail</w:t>
            </w:r>
          </w:p>
        </w:tc>
        <w:tc>
          <w:tcPr>
            <w:tcW w:w="2552" w:type="dxa"/>
          </w:tcPr>
          <w:p w14:paraId="505C563B" w14:textId="32804800" w:rsidR="00FD754E" w:rsidRPr="003E6B9A" w:rsidRDefault="00FD754E" w:rsidP="00FD754E">
            <w:r w:rsidRPr="00AA6DB0">
              <w:t>Reckova@spravazeleznic.cz</w:t>
            </w:r>
          </w:p>
        </w:tc>
        <w:tc>
          <w:tcPr>
            <w:tcW w:w="823" w:type="dxa"/>
          </w:tcPr>
          <w:p w14:paraId="016504EE" w14:textId="77777777" w:rsidR="00FD754E" w:rsidRDefault="00FD754E" w:rsidP="00FD754E"/>
        </w:tc>
        <w:tc>
          <w:tcPr>
            <w:tcW w:w="3685" w:type="dxa"/>
            <w:vMerge/>
          </w:tcPr>
          <w:p w14:paraId="1B7ADCBB" w14:textId="77777777" w:rsidR="00FD754E" w:rsidRDefault="00FD754E" w:rsidP="00FD754E"/>
        </w:tc>
      </w:tr>
      <w:tr w:rsidR="00FD754E" w14:paraId="6DDACA09" w14:textId="77777777" w:rsidTr="00F862D6">
        <w:tc>
          <w:tcPr>
            <w:tcW w:w="1020" w:type="dxa"/>
          </w:tcPr>
          <w:p w14:paraId="6FED2E11" w14:textId="77777777" w:rsidR="00FD754E" w:rsidRDefault="00FD754E" w:rsidP="00FD754E"/>
        </w:tc>
        <w:tc>
          <w:tcPr>
            <w:tcW w:w="2552" w:type="dxa"/>
          </w:tcPr>
          <w:p w14:paraId="790D2EAB" w14:textId="77777777" w:rsidR="00FD754E" w:rsidRPr="003E6B9A" w:rsidRDefault="00FD754E" w:rsidP="00FD754E"/>
        </w:tc>
        <w:tc>
          <w:tcPr>
            <w:tcW w:w="823" w:type="dxa"/>
          </w:tcPr>
          <w:p w14:paraId="09C456ED" w14:textId="77777777" w:rsidR="00FD754E" w:rsidRDefault="00FD754E" w:rsidP="00FD754E"/>
        </w:tc>
        <w:tc>
          <w:tcPr>
            <w:tcW w:w="3685" w:type="dxa"/>
          </w:tcPr>
          <w:p w14:paraId="4C477EDD" w14:textId="77777777" w:rsidR="00FD754E" w:rsidRDefault="00FD754E" w:rsidP="00FD754E"/>
        </w:tc>
      </w:tr>
      <w:tr w:rsidR="00FD754E" w14:paraId="7753C0D8" w14:textId="77777777" w:rsidTr="00F862D6">
        <w:tc>
          <w:tcPr>
            <w:tcW w:w="1020" w:type="dxa"/>
          </w:tcPr>
          <w:p w14:paraId="7D85AEBB" w14:textId="77777777" w:rsidR="00FD754E" w:rsidRDefault="00FD754E" w:rsidP="00FD754E">
            <w:r>
              <w:t>Datum</w:t>
            </w:r>
          </w:p>
        </w:tc>
        <w:tc>
          <w:tcPr>
            <w:tcW w:w="2552" w:type="dxa"/>
          </w:tcPr>
          <w:p w14:paraId="0C8D38B1" w14:textId="6A41EE89" w:rsidR="00FD754E" w:rsidRPr="003E6B9A" w:rsidRDefault="00FD754E" w:rsidP="00FD754E">
            <w:r w:rsidRPr="00AA6DB0">
              <w:t xml:space="preserve">15. května 2024 </w:t>
            </w:r>
          </w:p>
        </w:tc>
        <w:tc>
          <w:tcPr>
            <w:tcW w:w="823" w:type="dxa"/>
          </w:tcPr>
          <w:p w14:paraId="20C4A26A" w14:textId="77777777" w:rsidR="00FD754E" w:rsidRDefault="00FD754E" w:rsidP="00FD754E"/>
        </w:tc>
        <w:tc>
          <w:tcPr>
            <w:tcW w:w="3685" w:type="dxa"/>
          </w:tcPr>
          <w:p w14:paraId="32977441" w14:textId="77777777" w:rsidR="00FD754E" w:rsidRDefault="00FD754E" w:rsidP="00FD754E"/>
        </w:tc>
      </w:tr>
      <w:tr w:rsidR="00F64786" w14:paraId="13C2E0E2" w14:textId="77777777" w:rsidTr="00F862D6">
        <w:tc>
          <w:tcPr>
            <w:tcW w:w="1020" w:type="dxa"/>
          </w:tcPr>
          <w:p w14:paraId="631A1980" w14:textId="77777777" w:rsidR="00F64786" w:rsidRDefault="00F64786" w:rsidP="0077673A"/>
        </w:tc>
        <w:tc>
          <w:tcPr>
            <w:tcW w:w="2552" w:type="dxa"/>
          </w:tcPr>
          <w:p w14:paraId="7B51273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35AD334" w14:textId="77777777" w:rsidR="00F64786" w:rsidRDefault="00F64786" w:rsidP="0077673A"/>
        </w:tc>
        <w:tc>
          <w:tcPr>
            <w:tcW w:w="3685" w:type="dxa"/>
          </w:tcPr>
          <w:p w14:paraId="7E656AE5" w14:textId="77777777" w:rsidR="00F64786" w:rsidRDefault="00F64786" w:rsidP="0077673A"/>
        </w:tc>
      </w:tr>
      <w:tr w:rsidR="00F862D6" w14:paraId="7E25B809" w14:textId="77777777" w:rsidTr="00B45E9E">
        <w:trPr>
          <w:trHeight w:val="794"/>
        </w:trPr>
        <w:tc>
          <w:tcPr>
            <w:tcW w:w="1020" w:type="dxa"/>
          </w:tcPr>
          <w:p w14:paraId="363A0429" w14:textId="77777777" w:rsidR="00F862D6" w:rsidRDefault="00F862D6" w:rsidP="0077673A"/>
        </w:tc>
        <w:tc>
          <w:tcPr>
            <w:tcW w:w="2552" w:type="dxa"/>
          </w:tcPr>
          <w:p w14:paraId="6ABE6C5D" w14:textId="77777777" w:rsidR="00F862D6" w:rsidRDefault="00F862D6" w:rsidP="00F310F8"/>
        </w:tc>
        <w:tc>
          <w:tcPr>
            <w:tcW w:w="823" w:type="dxa"/>
          </w:tcPr>
          <w:p w14:paraId="265012F7" w14:textId="77777777" w:rsidR="00F862D6" w:rsidRDefault="00F862D6" w:rsidP="0077673A"/>
        </w:tc>
        <w:tc>
          <w:tcPr>
            <w:tcW w:w="3685" w:type="dxa"/>
          </w:tcPr>
          <w:p w14:paraId="68F445C6" w14:textId="77777777" w:rsidR="00F862D6" w:rsidRDefault="00F862D6" w:rsidP="0077673A"/>
        </w:tc>
      </w:tr>
    </w:tbl>
    <w:p w14:paraId="08121BD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867EF3">
        <w:rPr>
          <w:rFonts w:eastAsia="Times New Roman" w:cs="Times New Roman"/>
          <w:lang w:eastAsia="cs-CZ"/>
        </w:rPr>
        <w:t>1</w:t>
      </w:r>
    </w:p>
    <w:p w14:paraId="39C20628" w14:textId="77777777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943DA5" w:rsidRPr="00943DA5">
        <w:rPr>
          <w:rFonts w:eastAsia="Calibri" w:cs="Times New Roman"/>
          <w:b/>
          <w:lang w:eastAsia="cs-CZ"/>
        </w:rPr>
        <w:t>Výstavba PZS (P4359) v km 17,357 trati Lipová Lázně – Javorník ve Slezsku</w:t>
      </w:r>
      <w:r>
        <w:rPr>
          <w:rFonts w:eastAsia="Calibri" w:cs="Times New Roman"/>
          <w:b/>
          <w:lang w:eastAsia="cs-CZ"/>
        </w:rPr>
        <w:t>“</w:t>
      </w:r>
    </w:p>
    <w:p w14:paraId="6372EF3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500425" w14:textId="77777777" w:rsidR="00CB7B5A" w:rsidRPr="00CB7B5A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7BBE03F" w14:textId="77777777" w:rsidR="00943DA5" w:rsidRPr="00943DA5" w:rsidRDefault="00943DA5" w:rsidP="00943DA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43DA5">
        <w:rPr>
          <w:rFonts w:eastAsia="Calibri" w:cs="Times New Roman"/>
          <w:b/>
          <w:lang w:eastAsia="cs-CZ"/>
        </w:rPr>
        <w:t>SO 2302 - P4359, přejezdová konstrukce</w:t>
      </w:r>
    </w:p>
    <w:p w14:paraId="5D96C4CD" w14:textId="77777777" w:rsidR="00CB7B5A" w:rsidRPr="00867EF3" w:rsidRDefault="00943DA5" w:rsidP="00943DA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DA5">
        <w:rPr>
          <w:rFonts w:eastAsia="Calibri" w:cs="Times New Roman"/>
          <w:bCs/>
          <w:lang w:eastAsia="cs-CZ"/>
        </w:rPr>
        <w:t>Pro stavební část postrádáme v rozpočtu položku pro zajištění uzavírky přejezdu a zřízení potřebného přechodného dopravního značení, vyznačení objízdné trasy pro hlavní práce i pro následnou úpravu GPK. Doplní zadavatel položku do rozpočtu pro tyto práce?</w:t>
      </w:r>
      <w:r w:rsidR="00867EF3" w:rsidRPr="00867EF3">
        <w:rPr>
          <w:rFonts w:eastAsia="Calibri" w:cs="Times New Roman"/>
          <w:bCs/>
          <w:lang w:eastAsia="cs-CZ"/>
        </w:rPr>
        <w:t>.</w:t>
      </w:r>
    </w:p>
    <w:p w14:paraId="7C08C63C" w14:textId="77777777" w:rsidR="00CB7B5A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7A9DCDC" w14:textId="77777777" w:rsidR="00302BAF" w:rsidRPr="00FD754E" w:rsidRDefault="00941D82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D754E">
        <w:rPr>
          <w:rFonts w:eastAsia="Calibri" w:cs="Times New Roman"/>
          <w:lang w:eastAsia="cs-CZ"/>
        </w:rPr>
        <w:t xml:space="preserve">Zadavatel </w:t>
      </w:r>
      <w:r w:rsidR="00C77EEF" w:rsidRPr="00FD754E">
        <w:rPr>
          <w:rFonts w:eastAsia="Calibri" w:cs="Times New Roman"/>
          <w:lang w:eastAsia="cs-CZ"/>
        </w:rPr>
        <w:t xml:space="preserve">samostatnou </w:t>
      </w:r>
      <w:r w:rsidRPr="00FD754E">
        <w:rPr>
          <w:rFonts w:eastAsia="Calibri" w:cs="Times New Roman"/>
          <w:lang w:eastAsia="cs-CZ"/>
        </w:rPr>
        <w:t>položku zohledňující projednání uzavírek komunikací a související dopravní značení doplňovat nebude.</w:t>
      </w:r>
      <w:r w:rsidR="00C77EEF" w:rsidRPr="00FD754E">
        <w:rPr>
          <w:rFonts w:eastAsia="Calibri" w:cs="Times New Roman"/>
          <w:lang w:eastAsia="cs-CZ"/>
        </w:rPr>
        <w:t xml:space="preserve"> Náklady na projednání uzavírek komunikací a související dopravní značení si zhotovitel započítá do ocenění tohoto stavebního objektu.</w:t>
      </w:r>
    </w:p>
    <w:p w14:paraId="4A8AE7DF" w14:textId="77777777" w:rsidR="00CB7B5A" w:rsidRPr="00FD754E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EE2AE8" w14:textId="77777777" w:rsidR="00CB7B5A" w:rsidRPr="00FD754E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754E">
        <w:rPr>
          <w:rFonts w:eastAsia="Calibri" w:cs="Times New Roman"/>
          <w:b/>
          <w:lang w:eastAsia="cs-CZ"/>
        </w:rPr>
        <w:t>Dotaz č. 2:</w:t>
      </w:r>
    </w:p>
    <w:p w14:paraId="44F0D867" w14:textId="77777777" w:rsidR="00CB7B5A" w:rsidRPr="00FD754E" w:rsidRDefault="00943DA5" w:rsidP="00943DA5">
      <w:pPr>
        <w:spacing w:after="0" w:line="240" w:lineRule="auto"/>
        <w:rPr>
          <w:rFonts w:eastAsia="Calibri" w:cs="Times New Roman"/>
          <w:bCs/>
          <w:lang w:eastAsia="cs-CZ"/>
        </w:rPr>
      </w:pPr>
      <w:r w:rsidRPr="00FD754E">
        <w:rPr>
          <w:rFonts w:eastAsia="Calibri" w:cs="Times New Roman"/>
          <w:b/>
          <w:lang w:eastAsia="cs-CZ"/>
        </w:rPr>
        <w:t>SO 2302 - P4359, přejezdová konstrukce</w:t>
      </w:r>
      <w:r w:rsidRPr="00FD754E">
        <w:rPr>
          <w:rFonts w:eastAsia="Calibri" w:cs="Times New Roman"/>
          <w:b/>
          <w:lang w:eastAsia="cs-CZ"/>
        </w:rPr>
        <w:br/>
      </w:r>
      <w:r w:rsidRPr="00FD754E">
        <w:rPr>
          <w:rFonts w:eastAsia="Calibri" w:cs="Times New Roman"/>
          <w:bCs/>
          <w:lang w:eastAsia="cs-CZ"/>
        </w:rPr>
        <w:t xml:space="preserve">V technické zprávě je uveden požadavek na </w:t>
      </w:r>
      <w:proofErr w:type="spellStart"/>
      <w:r w:rsidRPr="00FD754E">
        <w:rPr>
          <w:rFonts w:eastAsia="Calibri" w:cs="Times New Roman"/>
          <w:bCs/>
          <w:lang w:eastAsia="cs-CZ"/>
        </w:rPr>
        <w:t>odtavovací</w:t>
      </w:r>
      <w:proofErr w:type="spellEnd"/>
      <w:r w:rsidRPr="00FD754E">
        <w:rPr>
          <w:rFonts w:eastAsia="Calibri" w:cs="Times New Roman"/>
          <w:bCs/>
          <w:lang w:eastAsia="cs-CZ"/>
        </w:rPr>
        <w:t xml:space="preserve"> stykové svařování. Vzhledem k počtu svarů 4 ks z toho 2 ks závěrné svary by bylo svařování mobilní svařovnou neekonomické. Bude možné svařit kolejnice termitem?</w:t>
      </w:r>
    </w:p>
    <w:p w14:paraId="66AAC441" w14:textId="77777777" w:rsidR="00302BAF" w:rsidRPr="00FD754E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754E">
        <w:rPr>
          <w:rFonts w:eastAsia="Calibri" w:cs="Times New Roman"/>
          <w:b/>
          <w:lang w:eastAsia="cs-CZ"/>
        </w:rPr>
        <w:t>Odpověď:</w:t>
      </w:r>
    </w:p>
    <w:p w14:paraId="4037CD7A" w14:textId="77777777" w:rsidR="00CB7B5A" w:rsidRPr="00FD754E" w:rsidRDefault="0051418E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D754E">
        <w:rPr>
          <w:rFonts w:eastAsia="Calibri" w:cs="Times New Roman"/>
          <w:lang w:eastAsia="cs-CZ"/>
        </w:rPr>
        <w:t>Ano</w:t>
      </w:r>
      <w:r w:rsidR="00C86CE7" w:rsidRPr="00FD754E">
        <w:rPr>
          <w:rFonts w:eastAsia="Calibri" w:cs="Times New Roman"/>
          <w:lang w:eastAsia="cs-CZ"/>
        </w:rPr>
        <w:t>. S</w:t>
      </w:r>
      <w:r w:rsidR="00941D82" w:rsidRPr="00FD754E">
        <w:rPr>
          <w:rFonts w:eastAsia="Calibri" w:cs="Times New Roman"/>
          <w:lang w:eastAsia="cs-CZ"/>
        </w:rPr>
        <w:t>vary provedené termitem budou dostačující.</w:t>
      </w:r>
      <w:r w:rsidR="00CB7B5A" w:rsidRPr="00FD754E">
        <w:rPr>
          <w:rFonts w:eastAsia="Calibri" w:cs="Times New Roman"/>
          <w:bCs/>
          <w:lang w:eastAsia="cs-CZ"/>
        </w:rPr>
        <w:t xml:space="preserve"> </w:t>
      </w:r>
    </w:p>
    <w:p w14:paraId="37D28F52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D11A00" w14:textId="77777777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DF4A58" w14:textId="77777777" w:rsidR="00943DA5" w:rsidRPr="00FD754E" w:rsidRDefault="00943DA5" w:rsidP="00943DA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D754E">
        <w:rPr>
          <w:rFonts w:eastAsia="Times New Roman" w:cs="Times New Roman"/>
          <w:lang w:eastAsia="cs-CZ"/>
        </w:rPr>
        <w:t xml:space="preserve">Vzhledem ke skutečnosti, že bylo provedeno pouze </w:t>
      </w:r>
      <w:r w:rsidRPr="00FD754E">
        <w:rPr>
          <w:rFonts w:eastAsia="Times New Roman" w:cs="Times New Roman"/>
          <w:b/>
          <w:lang w:eastAsia="cs-CZ"/>
        </w:rPr>
        <w:t>vysvětlení zadávací dokumentace</w:t>
      </w:r>
      <w:r w:rsidRPr="00FD754E">
        <w:rPr>
          <w:rFonts w:eastAsia="Times New Roman" w:cs="Times New Roman"/>
          <w:lang w:eastAsia="cs-CZ"/>
        </w:rPr>
        <w:t>, neprodlužuje zadavatel lhůtu pro podání nabídek.</w:t>
      </w:r>
    </w:p>
    <w:p w14:paraId="3C33CB5D" w14:textId="77777777" w:rsidR="00943DA5" w:rsidRPr="00C84783" w:rsidRDefault="00943DA5" w:rsidP="00943DA5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EF3E6D9" w14:textId="77777777" w:rsidR="00CB7B5A" w:rsidRPr="00CB7B5A" w:rsidRDefault="00CB7B5A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 je považováno za doručené okamžikem uveřejnění.</w:t>
      </w:r>
    </w:p>
    <w:p w14:paraId="3DEBD4EB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4DB86E5" w14:textId="77777777" w:rsidR="005E2662" w:rsidRDefault="005E26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D2F42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BED6AC4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259893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3A41CF" w14:textId="77777777" w:rsidR="00943DA5" w:rsidRDefault="00943DA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5CB537" w14:textId="77777777" w:rsidR="00FD754E" w:rsidRPr="00CB7B5A" w:rsidRDefault="00FD754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FB5D8C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14071F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05FF93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CE8F54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01631AE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E7CC356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B8569" w14:textId="77777777" w:rsidR="00BA46D1" w:rsidRDefault="00BA46D1" w:rsidP="00962258">
      <w:pPr>
        <w:spacing w:after="0" w:line="240" w:lineRule="auto"/>
      </w:pPr>
      <w:r>
        <w:separator/>
      </w:r>
    </w:p>
  </w:endnote>
  <w:endnote w:type="continuationSeparator" w:id="0">
    <w:p w14:paraId="3C248DD7" w14:textId="77777777" w:rsidR="00BA46D1" w:rsidRDefault="00BA46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A1B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0E4EA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9236A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E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7E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8868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5ECB2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A481A5" w14:textId="77777777" w:rsidR="00F1715C" w:rsidRDefault="00F1715C" w:rsidP="00D831A3">
          <w:pPr>
            <w:pStyle w:val="Zpat"/>
          </w:pPr>
        </w:p>
      </w:tc>
    </w:tr>
  </w:tbl>
  <w:p w14:paraId="4BED952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54AEF0" wp14:editId="00C802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786BF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4245055" wp14:editId="502A7C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87C2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8EE14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BD8DD0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E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7E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F648B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9517552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0E8B8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A0B917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8D91AE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BEA46D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ABA88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56D0C6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3817839" w14:textId="77777777" w:rsidR="00490C88" w:rsidRDefault="00490C88" w:rsidP="00331004">
          <w:pPr>
            <w:pStyle w:val="Zpat"/>
          </w:pPr>
        </w:p>
      </w:tc>
    </w:tr>
  </w:tbl>
  <w:p w14:paraId="60906F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27135FB" wp14:editId="3C30AC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B7FE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244A48B" wp14:editId="0E69491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452C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0EBC0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C84AD" w14:textId="77777777" w:rsidR="00BA46D1" w:rsidRDefault="00BA46D1" w:rsidP="00962258">
      <w:pPr>
        <w:spacing w:after="0" w:line="240" w:lineRule="auto"/>
      </w:pPr>
      <w:r>
        <w:separator/>
      </w:r>
    </w:p>
  </w:footnote>
  <w:footnote w:type="continuationSeparator" w:id="0">
    <w:p w14:paraId="259893DA" w14:textId="77777777" w:rsidR="00BA46D1" w:rsidRDefault="00BA46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6D98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D3B79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30F4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8E3DB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E32372" w14:textId="77777777" w:rsidR="00F1715C" w:rsidRPr="00D6163D" w:rsidRDefault="00F1715C" w:rsidP="00D6163D">
          <w:pPr>
            <w:pStyle w:val="Druhdokumentu"/>
          </w:pPr>
        </w:p>
      </w:tc>
    </w:tr>
  </w:tbl>
  <w:p w14:paraId="0135DF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DC74BE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399B8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8F2A717" wp14:editId="6000D34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110D8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4081FC" w14:textId="77777777" w:rsidR="00F3199A" w:rsidRPr="00D6163D" w:rsidRDefault="00F3199A" w:rsidP="00FC6389">
          <w:pPr>
            <w:pStyle w:val="Druhdokumentu"/>
          </w:pPr>
        </w:p>
      </w:tc>
    </w:tr>
    <w:tr w:rsidR="00F3199A" w14:paraId="7AC375B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1B8C9D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AB728C9" wp14:editId="7FA46B8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23476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76B9D2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788ECA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1BD0E73" wp14:editId="2CE042D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A7C0D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AEC0C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E6235F"/>
    <w:multiLevelType w:val="hybridMultilevel"/>
    <w:tmpl w:val="5FD272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E400AE2"/>
    <w:multiLevelType w:val="hybridMultilevel"/>
    <w:tmpl w:val="823EE92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9F20723"/>
    <w:multiLevelType w:val="hybridMultilevel"/>
    <w:tmpl w:val="B72A65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56477391">
    <w:abstractNumId w:val="3"/>
  </w:num>
  <w:num w:numId="2" w16cid:durableId="1343776667">
    <w:abstractNumId w:val="1"/>
  </w:num>
  <w:num w:numId="3" w16cid:durableId="397362820">
    <w:abstractNumId w:val="4"/>
  </w:num>
  <w:num w:numId="4" w16cid:durableId="813064109">
    <w:abstractNumId w:val="8"/>
  </w:num>
  <w:num w:numId="5" w16cid:durableId="1425421991">
    <w:abstractNumId w:val="0"/>
  </w:num>
  <w:num w:numId="6" w16cid:durableId="1160922536">
    <w:abstractNumId w:val="6"/>
  </w:num>
  <w:num w:numId="7" w16cid:durableId="1441686231">
    <w:abstractNumId w:val="7"/>
  </w:num>
  <w:num w:numId="8" w16cid:durableId="1646203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789119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42DF0"/>
    <w:rsid w:val="00170EC5"/>
    <w:rsid w:val="001747C1"/>
    <w:rsid w:val="0018596A"/>
    <w:rsid w:val="001A455B"/>
    <w:rsid w:val="001B69C2"/>
    <w:rsid w:val="001C4DA0"/>
    <w:rsid w:val="00207DF5"/>
    <w:rsid w:val="00267369"/>
    <w:rsid w:val="0026785D"/>
    <w:rsid w:val="002A24D9"/>
    <w:rsid w:val="002C31BF"/>
    <w:rsid w:val="002E0CD7"/>
    <w:rsid w:val="002F026B"/>
    <w:rsid w:val="00302BAF"/>
    <w:rsid w:val="0034135F"/>
    <w:rsid w:val="00357BC6"/>
    <w:rsid w:val="0037111D"/>
    <w:rsid w:val="003956C6"/>
    <w:rsid w:val="003C5BE7"/>
    <w:rsid w:val="003E6B9A"/>
    <w:rsid w:val="003E75CE"/>
    <w:rsid w:val="003F3697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1418E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E2662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14A54"/>
    <w:rsid w:val="007235B5"/>
    <w:rsid w:val="00723ED1"/>
    <w:rsid w:val="00735ED4"/>
    <w:rsid w:val="00743525"/>
    <w:rsid w:val="007531A0"/>
    <w:rsid w:val="0076286B"/>
    <w:rsid w:val="00764595"/>
    <w:rsid w:val="00766846"/>
    <w:rsid w:val="00767B45"/>
    <w:rsid w:val="0077673A"/>
    <w:rsid w:val="007846E1"/>
    <w:rsid w:val="007B570C"/>
    <w:rsid w:val="007D330E"/>
    <w:rsid w:val="007E4A6E"/>
    <w:rsid w:val="007F5076"/>
    <w:rsid w:val="007F56A7"/>
    <w:rsid w:val="00807DD0"/>
    <w:rsid w:val="00813F11"/>
    <w:rsid w:val="00814BED"/>
    <w:rsid w:val="00867EF3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41D82"/>
    <w:rsid w:val="00943DA5"/>
    <w:rsid w:val="00962258"/>
    <w:rsid w:val="009678B7"/>
    <w:rsid w:val="00982411"/>
    <w:rsid w:val="00992D9C"/>
    <w:rsid w:val="00996CB8"/>
    <w:rsid w:val="009A7568"/>
    <w:rsid w:val="009B24D8"/>
    <w:rsid w:val="009B2E97"/>
    <w:rsid w:val="009B6A64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B5E8C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A46D1"/>
    <w:rsid w:val="00BB3740"/>
    <w:rsid w:val="00BD7E91"/>
    <w:rsid w:val="00BF374D"/>
    <w:rsid w:val="00C02D0A"/>
    <w:rsid w:val="00C03A6E"/>
    <w:rsid w:val="00C30759"/>
    <w:rsid w:val="00C44F6A"/>
    <w:rsid w:val="00C727E5"/>
    <w:rsid w:val="00C77EEF"/>
    <w:rsid w:val="00C8207D"/>
    <w:rsid w:val="00C84783"/>
    <w:rsid w:val="00C86CE7"/>
    <w:rsid w:val="00CB7B5A"/>
    <w:rsid w:val="00CC1E2B"/>
    <w:rsid w:val="00CD1FC4"/>
    <w:rsid w:val="00CD4C0F"/>
    <w:rsid w:val="00CE371D"/>
    <w:rsid w:val="00CE5FA9"/>
    <w:rsid w:val="00D02A4D"/>
    <w:rsid w:val="00D079DE"/>
    <w:rsid w:val="00D159C0"/>
    <w:rsid w:val="00D21061"/>
    <w:rsid w:val="00D316A7"/>
    <w:rsid w:val="00D4108E"/>
    <w:rsid w:val="00D6163D"/>
    <w:rsid w:val="00D62C8B"/>
    <w:rsid w:val="00D63009"/>
    <w:rsid w:val="00D831A3"/>
    <w:rsid w:val="00D86FA1"/>
    <w:rsid w:val="00D902AD"/>
    <w:rsid w:val="00DA6FFE"/>
    <w:rsid w:val="00DC3110"/>
    <w:rsid w:val="00DC4682"/>
    <w:rsid w:val="00DD46F3"/>
    <w:rsid w:val="00DD58A6"/>
    <w:rsid w:val="00DE56F2"/>
    <w:rsid w:val="00DF116D"/>
    <w:rsid w:val="00E032DB"/>
    <w:rsid w:val="00E71516"/>
    <w:rsid w:val="00E824F1"/>
    <w:rsid w:val="00EA1516"/>
    <w:rsid w:val="00EB104F"/>
    <w:rsid w:val="00EC2215"/>
    <w:rsid w:val="00ED14BD"/>
    <w:rsid w:val="00EF703F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54E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5E5A8E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756326F-A9A0-48A7-863C-A05B94BDA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264</Words>
  <Characters>1560</Characters>
  <Application>Microsoft Office Word</Application>
  <DocSecurity>4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2024-04-30T10:48:00Z</cp:lastPrinted>
  <dcterms:created xsi:type="dcterms:W3CDTF">2024-05-15T08:43:00Z</dcterms:created>
  <dcterms:modified xsi:type="dcterms:W3CDTF">2024-05-15T08:43:00Z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